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81F1D" w14:textId="77777777" w:rsidR="00BB3C74" w:rsidRDefault="00BB3C74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05814D88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C8B0420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99F8518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BB3C74">
        <w:rPr>
          <w:rFonts w:cstheme="minorHAnsi"/>
          <w:b/>
          <w:lang w:eastAsia="pl-PL"/>
        </w:rPr>
        <w:t>0</w:t>
      </w:r>
      <w:r w:rsidR="003D6BFB">
        <w:rPr>
          <w:rFonts w:cstheme="minorHAnsi"/>
          <w:b/>
          <w:lang w:eastAsia="pl-PL"/>
        </w:rPr>
        <w:t>143</w:t>
      </w:r>
      <w:r w:rsidR="00262237" w:rsidRPr="00262237">
        <w:rPr>
          <w:rFonts w:cstheme="minorHAnsi"/>
          <w:b/>
          <w:lang w:eastAsia="pl-PL"/>
        </w:rPr>
        <w:t>/202</w:t>
      </w:r>
      <w:r w:rsidR="00BB3C74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3D6BFB" w:rsidRPr="003D6BFB">
        <w:rPr>
          <w:rFonts w:cstheme="minorHAnsi"/>
          <w:b/>
          <w:lang w:eastAsia="pl-PL"/>
        </w:rPr>
        <w:t>Wykonanie dokumentacji projektowej i robót budowlanych w branży elektroenergetycznej w RE Zgierz-Pabianice i RE Łódź, w podziale na 4 niezależne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466C879C" w14:textId="3F20F09D" w:rsidR="00E5642A" w:rsidRPr="00E5642A" w:rsidRDefault="00E5642A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>
        <w:rPr>
          <w:rFonts w:cstheme="minorHAnsi"/>
          <w:szCs w:val="18"/>
          <w:lang w:eastAsia="pl-PL"/>
        </w:rPr>
        <w:t>W</w:t>
      </w:r>
      <w:r w:rsidRPr="000A506D">
        <w:rPr>
          <w:rFonts w:cstheme="minorHAnsi"/>
          <w:szCs w:val="18"/>
          <w:lang w:eastAsia="pl-PL"/>
        </w:rPr>
        <w:t xml:space="preserve">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>
        <w:rPr>
          <w:rFonts w:cstheme="minorHAnsi"/>
          <w:szCs w:val="18"/>
          <w:lang w:eastAsia="pl-PL"/>
        </w:rPr>
        <w:t>,</w:t>
      </w:r>
    </w:p>
    <w:p w14:paraId="7BEC13C5" w14:textId="77777777" w:rsidR="00E5642A" w:rsidRDefault="00E5642A" w:rsidP="00E5642A">
      <w:pPr>
        <w:pStyle w:val="Akapitzlist"/>
        <w:rPr>
          <w:rFonts w:eastAsia="Verdana" w:cs="Times New Roman"/>
          <w:szCs w:val="18"/>
        </w:rPr>
      </w:pPr>
    </w:p>
    <w:p w14:paraId="38DB1F82" w14:textId="0DF30559" w:rsidR="000D24FD" w:rsidRPr="00262237" w:rsidRDefault="00E5642A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822C1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5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575"/>
      <w:gridCol w:w="3110"/>
    </w:tblGrid>
    <w:tr w:rsidR="00347E8D" w:rsidRPr="006B2C28" w14:paraId="3B896BDC" w14:textId="77777777" w:rsidTr="003D6BFB">
      <w:trPr>
        <w:trHeight w:val="1140"/>
      </w:trPr>
      <w:tc>
        <w:tcPr>
          <w:tcW w:w="6521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35E5B8A8" w:rsidR="00262237" w:rsidRDefault="003D6BFB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3D6BF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dokumentacji projektowej i robót budowlanych w branży elektroenergetycznej w RE Zgierz-Pabianice i RE Łódź, w podziale na 4 niezależne części</w:t>
          </w:r>
          <w:r w:rsidR="0076085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465FF8CE" w14:textId="77777777" w:rsidR="009D2B31" w:rsidRDefault="009D2B3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65C14FD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BB3C7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3D6BF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143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BB3C7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575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4790966">
    <w:abstractNumId w:val="18"/>
  </w:num>
  <w:num w:numId="2" w16cid:durableId="2066365765">
    <w:abstractNumId w:val="8"/>
  </w:num>
  <w:num w:numId="3" w16cid:durableId="1668509314">
    <w:abstractNumId w:val="13"/>
  </w:num>
  <w:num w:numId="4" w16cid:durableId="265770809">
    <w:abstractNumId w:val="20"/>
  </w:num>
  <w:num w:numId="5" w16cid:durableId="472914712">
    <w:abstractNumId w:val="18"/>
  </w:num>
  <w:num w:numId="6" w16cid:durableId="2105413694">
    <w:abstractNumId w:val="18"/>
  </w:num>
  <w:num w:numId="7" w16cid:durableId="663048539">
    <w:abstractNumId w:val="4"/>
  </w:num>
  <w:num w:numId="8" w16cid:durableId="896625078">
    <w:abstractNumId w:val="27"/>
  </w:num>
  <w:num w:numId="9" w16cid:durableId="372923004">
    <w:abstractNumId w:val="17"/>
  </w:num>
  <w:num w:numId="10" w16cid:durableId="76829102">
    <w:abstractNumId w:val="5"/>
  </w:num>
  <w:num w:numId="11" w16cid:durableId="111870196">
    <w:abstractNumId w:val="14"/>
  </w:num>
  <w:num w:numId="12" w16cid:durableId="2134594612">
    <w:abstractNumId w:val="12"/>
  </w:num>
  <w:num w:numId="13" w16cid:durableId="1975482944">
    <w:abstractNumId w:val="26"/>
  </w:num>
  <w:num w:numId="14" w16cid:durableId="1646860500">
    <w:abstractNumId w:val="22"/>
  </w:num>
  <w:num w:numId="15" w16cid:durableId="132985123">
    <w:abstractNumId w:val="16"/>
  </w:num>
  <w:num w:numId="16" w16cid:durableId="1557087091">
    <w:abstractNumId w:val="10"/>
  </w:num>
  <w:num w:numId="17" w16cid:durableId="1896619654">
    <w:abstractNumId w:val="6"/>
  </w:num>
  <w:num w:numId="18" w16cid:durableId="5360864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8772540">
    <w:abstractNumId w:val="1"/>
  </w:num>
  <w:num w:numId="20" w16cid:durableId="67769725">
    <w:abstractNumId w:val="28"/>
  </w:num>
  <w:num w:numId="21" w16cid:durableId="1086924486">
    <w:abstractNumId w:val="2"/>
  </w:num>
  <w:num w:numId="22" w16cid:durableId="525679785">
    <w:abstractNumId w:val="15"/>
  </w:num>
  <w:num w:numId="23" w16cid:durableId="1814249997">
    <w:abstractNumId w:val="11"/>
  </w:num>
  <w:num w:numId="24" w16cid:durableId="576283227">
    <w:abstractNumId w:val="21"/>
  </w:num>
  <w:num w:numId="25" w16cid:durableId="504856441">
    <w:abstractNumId w:val="25"/>
  </w:num>
  <w:num w:numId="26" w16cid:durableId="2026593274">
    <w:abstractNumId w:val="3"/>
  </w:num>
  <w:num w:numId="27" w16cid:durableId="258560870">
    <w:abstractNumId w:val="24"/>
  </w:num>
  <w:num w:numId="28" w16cid:durableId="1515077036">
    <w:abstractNumId w:val="23"/>
  </w:num>
  <w:num w:numId="29" w16cid:durableId="8285981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2920573">
    <w:abstractNumId w:val="19"/>
  </w:num>
  <w:num w:numId="31" w16cid:durableId="5868165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36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076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065F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2B73"/>
    <w:rsid w:val="002743D5"/>
    <w:rsid w:val="002768AC"/>
    <w:rsid w:val="002A3129"/>
    <w:rsid w:val="002A48F7"/>
    <w:rsid w:val="002B5C62"/>
    <w:rsid w:val="002C470F"/>
    <w:rsid w:val="002D07CB"/>
    <w:rsid w:val="002D4CAD"/>
    <w:rsid w:val="002F10CA"/>
    <w:rsid w:val="002F192E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BF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34D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850"/>
    <w:rsid w:val="007617E0"/>
    <w:rsid w:val="00765C14"/>
    <w:rsid w:val="007673CA"/>
    <w:rsid w:val="00772961"/>
    <w:rsid w:val="007844EB"/>
    <w:rsid w:val="00784DC3"/>
    <w:rsid w:val="00787D9C"/>
    <w:rsid w:val="00794D26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7D66F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708F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2B31"/>
    <w:rsid w:val="009D4CB6"/>
    <w:rsid w:val="009D58D0"/>
    <w:rsid w:val="009D5A1B"/>
    <w:rsid w:val="009D7472"/>
    <w:rsid w:val="009E0A88"/>
    <w:rsid w:val="009E2CB5"/>
    <w:rsid w:val="009E5B5E"/>
    <w:rsid w:val="00A02C84"/>
    <w:rsid w:val="00A138F0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3C74"/>
    <w:rsid w:val="00BC3599"/>
    <w:rsid w:val="00BD1D08"/>
    <w:rsid w:val="00BE0AE4"/>
    <w:rsid w:val="00BE38BB"/>
    <w:rsid w:val="00C003C6"/>
    <w:rsid w:val="00C030AB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F0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494E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42A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08F6"/>
    <w:rsid w:val="00F71902"/>
    <w:rsid w:val="00F724BA"/>
    <w:rsid w:val="00F751D8"/>
    <w:rsid w:val="00F835B4"/>
    <w:rsid w:val="00F90B96"/>
    <w:rsid w:val="00F939E1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POST/DYS/OLD/GZ/00143/2026                        </dmsv2SWPP2ObjectNumber>
    <dmsv2SWPP2SumMD5 xmlns="http://schemas.microsoft.com/sharepoint/v3">4587a2d596320f29d78dc3923d543008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24161823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JEUP5JKVCYQC-1092029480-19188</_dlc_DocId>
    <_dlc_DocIdUrl xmlns="a19cb1c7-c5c7-46d4-85ae-d83685407bba">
      <Url>https://swpp2.dms.gkpge.pl/sites/41/_layouts/15/DocIdRedir.aspx?ID=JEUP5JKVCYQC-1092029480-19188</Url>
      <Description>JEUP5JKVCYQC-1092029480-19188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9248D3-C2FF-408B-8B39-79B11BD2BACC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5111D69-BC7A-47B8-A5F9-57560BCF99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350699-7AF1-4BDD-8D97-17EAA310DAD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14</cp:revision>
  <cp:lastPrinted>2024-07-15T11:21:00Z</cp:lastPrinted>
  <dcterms:created xsi:type="dcterms:W3CDTF">2025-10-02T08:28:00Z</dcterms:created>
  <dcterms:modified xsi:type="dcterms:W3CDTF">2026-01-20T12:45:00Z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51f6e31b-21e7-448d-a33c-96441a01a434</vt:lpwstr>
  </property>
</Properties>
</file>